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0F99F" w14:textId="59244C99" w:rsidR="00CC7220" w:rsidRPr="00AD4EE4" w:rsidRDefault="00CC7220" w:rsidP="00CC7220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D4EE4">
        <w:rPr>
          <w:rFonts w:ascii="Arial" w:hAnsi="Arial" w:cs="Arial"/>
          <w:b/>
          <w:sz w:val="20"/>
          <w:szCs w:val="20"/>
        </w:rPr>
        <w:t xml:space="preserve">Appendix </w:t>
      </w:r>
      <w:r w:rsidR="00AD4EE4" w:rsidRPr="00AD4EE4">
        <w:rPr>
          <w:rFonts w:ascii="Arial" w:hAnsi="Arial" w:cs="Arial"/>
          <w:b/>
          <w:sz w:val="20"/>
          <w:szCs w:val="20"/>
        </w:rPr>
        <w:t>C</w:t>
      </w:r>
    </w:p>
    <w:p w14:paraId="3A4F670C" w14:textId="77777777" w:rsidR="00CC7220" w:rsidRPr="00AD4EE4" w:rsidRDefault="00CC7220" w:rsidP="00CC7220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4EE4">
        <w:rPr>
          <w:rFonts w:ascii="Arial" w:hAnsi="Arial" w:cs="Arial"/>
          <w:b/>
          <w:sz w:val="20"/>
          <w:szCs w:val="20"/>
        </w:rPr>
        <w:t>Price Grid</w:t>
      </w:r>
    </w:p>
    <w:p w14:paraId="5FC60FDF" w14:textId="77777777" w:rsidR="00AD4EE4" w:rsidRPr="00AD4EE4" w:rsidRDefault="00AD4EE4" w:rsidP="00AD4EE4">
      <w:pPr>
        <w:suppressAutoHyphens/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4EE4">
        <w:rPr>
          <w:rFonts w:ascii="Arial" w:hAnsi="Arial" w:cs="Arial"/>
          <w:b/>
          <w:bCs/>
          <w:sz w:val="20"/>
          <w:szCs w:val="20"/>
        </w:rPr>
        <w:t>Lot 3: Fixed Telephony Service</w:t>
      </w:r>
    </w:p>
    <w:p w14:paraId="1ACA9CC1" w14:textId="77777777" w:rsidR="00AD4EE4" w:rsidRPr="00AD4EE4" w:rsidRDefault="00AD4EE4" w:rsidP="00AD4EE4">
      <w:pPr>
        <w:suppressAutoHyphens/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71D8A09" w14:textId="77777777" w:rsidR="00AD4EE4" w:rsidRPr="00AD4EE4" w:rsidRDefault="00AD4EE4" w:rsidP="00AD4EE4">
      <w:pPr>
        <w:suppressAutoHyphens/>
        <w:spacing w:line="300" w:lineRule="auto"/>
        <w:rPr>
          <w:rFonts w:ascii="Arial" w:hAnsi="Arial" w:cs="Arial"/>
          <w:sz w:val="20"/>
          <w:szCs w:val="20"/>
          <w:u w:val="single"/>
        </w:rPr>
      </w:pPr>
      <w:r w:rsidRPr="00AD4EE4">
        <w:rPr>
          <w:rFonts w:ascii="Arial" w:hAnsi="Arial" w:cs="Arial"/>
          <w:sz w:val="20"/>
          <w:szCs w:val="20"/>
          <w:u w:val="single"/>
        </w:rPr>
        <w:t>Mandatory services:</w:t>
      </w:r>
    </w:p>
    <w:p w14:paraId="73457B8B" w14:textId="77777777" w:rsidR="00AD4EE4" w:rsidRPr="00AD4EE4" w:rsidRDefault="00AD4EE4" w:rsidP="00AD4EE4">
      <w:pPr>
        <w:suppressAutoHyphens/>
        <w:spacing w:line="30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812"/>
        <w:gridCol w:w="1630"/>
        <w:gridCol w:w="1772"/>
      </w:tblGrid>
      <w:tr w:rsidR="00AD4EE4" w:rsidRPr="00AD4EE4" w14:paraId="29430CBF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BA18280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</w:rPr>
              <w:t>POTS services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E183DD9" w14:textId="77777777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Setup fee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3095D09" w14:textId="77777777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Monthly Price</w:t>
            </w:r>
          </w:p>
        </w:tc>
      </w:tr>
      <w:tr w:rsidR="00AD4EE4" w:rsidRPr="00AD4EE4" w14:paraId="346E297A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B323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24 PSTN lines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FE95" w14:textId="77777777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9529" w14:textId="77777777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39F03C" w14:textId="77777777" w:rsidR="00AD4EE4" w:rsidRPr="00AD4EE4" w:rsidRDefault="00AD4EE4" w:rsidP="00AD4EE4">
      <w:pPr>
        <w:suppressAutoHyphens/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812"/>
        <w:gridCol w:w="1559"/>
        <w:gridCol w:w="1843"/>
      </w:tblGrid>
      <w:tr w:rsidR="00AD4EE4" w:rsidRPr="00AD4EE4" w14:paraId="60AD7371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6C1E924" w14:textId="77777777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</w:rPr>
              <w:t>DigitalVoiceCommunications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819DE85" w14:textId="77777777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Setup fee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37A94DC" w14:textId="77777777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Monthly Price</w:t>
            </w:r>
          </w:p>
        </w:tc>
      </w:tr>
      <w:tr w:rsidR="00545C0C" w:rsidRPr="00AD4EE4" w14:paraId="0CE78547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A6BD" w14:textId="77777777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ISDN connectivity</w:t>
            </w:r>
          </w:p>
          <w:p w14:paraId="2733A80F" w14:textId="77777777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E1 lines with 30 channels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039F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98C4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C0C" w:rsidRPr="00AD4EE4" w14:paraId="77927B82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A1D4" w14:textId="77777777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ADSL/SDSL line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FBDD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0973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C0C" w:rsidRPr="00AD4EE4" w14:paraId="601D9891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184C" w14:textId="7177D9D0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Cs/>
                <w:sz w:val="20"/>
                <w:szCs w:val="20"/>
              </w:rPr>
              <w:t>Option for SIP Trunking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AD4EE4">
              <w:rPr>
                <w:rFonts w:ascii="Arial" w:hAnsi="Arial" w:cs="Arial"/>
                <w:sz w:val="20"/>
                <w:szCs w:val="20"/>
              </w:rPr>
              <w:t>fixed price to migrate to SIP Trunk)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EF02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992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70302A83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A72ED68" w14:textId="77777777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</w:rPr>
              <w:t>Price for bundles of minutes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60A9CDA" w14:textId="77777777" w:rsidR="00AD4EE4" w:rsidRPr="00AD4EE4" w:rsidRDefault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Monthly Price</w:t>
            </w:r>
          </w:p>
        </w:tc>
      </w:tr>
      <w:tr w:rsidR="00AD4EE4" w:rsidRPr="00AD4EE4" w14:paraId="46A445D6" w14:textId="77777777" w:rsidTr="00AD4EE4">
        <w:trPr>
          <w:trHeight w:val="256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EBD702" w14:textId="4C660082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</w:rPr>
              <w:t>Portuguese fixed lines</w:t>
            </w:r>
          </w:p>
        </w:tc>
      </w:tr>
      <w:tr w:rsidR="00AD4EE4" w:rsidRPr="00AD4EE4" w14:paraId="28709B8E" w14:textId="77777777" w:rsidTr="00545C0C">
        <w:trPr>
          <w:trHeight w:val="2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7990" w14:textId="0926AC70" w:rsidR="00AD4EE4" w:rsidRPr="00AD4EE4" w:rsidRDefault="00AD4EE4" w:rsidP="00AD4EE4">
            <w:pPr>
              <w:suppressAutoHyphens/>
              <w:spacing w:line="300" w:lineRule="auto"/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>000 minutes/month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4122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6F3F211B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A87D" w14:textId="5AA50E69" w:rsidR="00AD4EE4" w:rsidRPr="00AD4EE4" w:rsidRDefault="00AD4EE4" w:rsidP="00AD4EE4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>500 minutes/month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A6FE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2808ECFC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084A" w14:textId="750BA425" w:rsidR="00AD4EE4" w:rsidRPr="00AD4EE4" w:rsidRDefault="00AD4EE4" w:rsidP="00AD4EE4">
            <w:pPr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>000 minutes/month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ADCB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360CD3B3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47C6" w14:textId="77777777" w:rsidR="00AD4EE4" w:rsidRPr="00AD4EE4" w:rsidRDefault="00AD4EE4" w:rsidP="00AD4EE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D4EE4">
              <w:rPr>
                <w:rFonts w:ascii="Arial" w:hAnsi="Arial" w:cs="Arial"/>
                <w:i/>
                <w:sz w:val="20"/>
                <w:szCs w:val="20"/>
              </w:rPr>
              <w:t>[optional]</w:t>
            </w:r>
          </w:p>
          <w:p w14:paraId="748A9E5F" w14:textId="77777777" w:rsidR="00AD4EE4" w:rsidRPr="00AD4EE4" w:rsidRDefault="00AD4EE4" w:rsidP="00AD4EE4">
            <w:pPr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unlimited (a fair use policy can apply)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92C2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0C5F515B" w14:textId="77777777" w:rsidTr="00AD4EE4">
        <w:trPr>
          <w:trHeight w:val="248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E79581" w14:textId="03E1CF23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</w:rPr>
              <w:t>Portuguese mobile lines</w:t>
            </w:r>
          </w:p>
        </w:tc>
      </w:tr>
      <w:tr w:rsidR="00AD4EE4" w:rsidRPr="00AD4EE4" w14:paraId="2C72C00D" w14:textId="77777777" w:rsidTr="00545C0C">
        <w:trPr>
          <w:trHeight w:val="21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3E54" w14:textId="329F82F7" w:rsidR="00AD4EE4" w:rsidRPr="00AD4EE4" w:rsidRDefault="00AD4EE4" w:rsidP="00AD4E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>000 minutes/month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EEA4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55884EC5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B1ECC" w14:textId="19E2F361" w:rsidR="00AD4EE4" w:rsidRPr="00AD4EE4" w:rsidRDefault="00AD4EE4" w:rsidP="00AD4EE4">
            <w:pPr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>500 minutes/month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4E93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3E17D462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7418" w14:textId="2C92E188" w:rsidR="00AD4EE4" w:rsidRPr="00AD4EE4" w:rsidRDefault="00AD4EE4" w:rsidP="00AD4EE4">
            <w:pPr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>000 minutes/month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895F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028DD108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8965" w14:textId="77777777" w:rsidR="00AD4EE4" w:rsidRPr="00AD4EE4" w:rsidRDefault="00AD4EE4" w:rsidP="00AD4EE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D4EE4">
              <w:rPr>
                <w:rFonts w:ascii="Arial" w:hAnsi="Arial" w:cs="Arial"/>
                <w:i/>
                <w:sz w:val="20"/>
                <w:szCs w:val="20"/>
              </w:rPr>
              <w:t>[optional]</w:t>
            </w:r>
          </w:p>
          <w:p w14:paraId="0077B181" w14:textId="77777777" w:rsidR="00AD4EE4" w:rsidRPr="00AD4EE4" w:rsidRDefault="00AD4EE4" w:rsidP="00AD4EE4">
            <w:pPr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unlimited (a fair use policy can apply)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5BDD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5B3B26D4" w14:textId="77777777" w:rsidTr="00AD4EE4">
        <w:trPr>
          <w:trHeight w:val="141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2C20D" w14:textId="6D0EDEE9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  <w:lang w:val="en-IE"/>
              </w:rPr>
              <w:t>EU, USA and Canada fixed lines</w:t>
            </w:r>
          </w:p>
        </w:tc>
      </w:tr>
      <w:tr w:rsidR="00AD4EE4" w:rsidRPr="00AD4EE4" w14:paraId="36D5A87E" w14:textId="77777777" w:rsidTr="00545C0C">
        <w:trPr>
          <w:trHeight w:val="30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CB8F" w14:textId="2AAF9278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>000 minutes/month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F243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4F2BC66F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1747" w14:textId="3A109EF9" w:rsidR="00AD4EE4" w:rsidRPr="00AD4EE4" w:rsidRDefault="00AD4EE4" w:rsidP="00AD4EE4">
            <w:pPr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>000 minutes/month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DE7B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39C7DDAF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695" w14:textId="2D47E45D" w:rsidR="00AD4EE4" w:rsidRPr="00AD4EE4" w:rsidRDefault="00AD4EE4" w:rsidP="00AD4EE4">
            <w:pPr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>000 minutes/month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F7BD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065E98DD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05C1D" w14:textId="77777777" w:rsidR="00AD4EE4" w:rsidRPr="00AD4EE4" w:rsidRDefault="00AD4EE4" w:rsidP="00AD4EE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D4EE4">
              <w:rPr>
                <w:rFonts w:ascii="Arial" w:hAnsi="Arial" w:cs="Arial"/>
                <w:i/>
                <w:sz w:val="20"/>
                <w:szCs w:val="20"/>
              </w:rPr>
              <w:t>[optional]</w:t>
            </w:r>
          </w:p>
          <w:p w14:paraId="142AA0B3" w14:textId="77777777" w:rsidR="00AD4EE4" w:rsidRPr="00AD4EE4" w:rsidRDefault="00AD4EE4" w:rsidP="00AD4EE4">
            <w:pPr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  <w:lang w:val="en-IE"/>
              </w:rPr>
              <w:t xml:space="preserve">EU, USA and Canada </w:t>
            </w:r>
            <w:r w:rsidRPr="00AD4EE4">
              <w:rPr>
                <w:rFonts w:ascii="Arial" w:hAnsi="Arial" w:cs="Arial"/>
                <w:sz w:val="20"/>
                <w:szCs w:val="20"/>
              </w:rPr>
              <w:t>unlimited (a fair use policy can apply)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B68A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740DC468" w14:textId="77777777" w:rsidTr="00AD4EE4">
        <w:trPr>
          <w:trHeight w:val="256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C12DFB" w14:textId="7796B096" w:rsidR="00AD4EE4" w:rsidRPr="00AD4EE4" w:rsidRDefault="00AD4EE4" w:rsidP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  <w:lang w:val="en-IE"/>
              </w:rPr>
              <w:t>EU, USA and Canada mobile lines</w:t>
            </w:r>
          </w:p>
        </w:tc>
      </w:tr>
      <w:tr w:rsidR="00AD4EE4" w:rsidRPr="00AD4EE4" w14:paraId="56AA32D4" w14:textId="77777777" w:rsidTr="00545C0C">
        <w:trPr>
          <w:trHeight w:val="32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4F0D" w14:textId="6319EFA6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 xml:space="preserve">000 minutes/month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54C8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6CF1914A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329C" w14:textId="2C701672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 xml:space="preserve">500 minutes/month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4C29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592B45B0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B843" w14:textId="6B0155DD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4EE4">
              <w:rPr>
                <w:rFonts w:ascii="Arial" w:hAnsi="Arial" w:cs="Arial"/>
                <w:sz w:val="20"/>
                <w:szCs w:val="20"/>
              </w:rPr>
              <w:t xml:space="preserve">000 minutes/month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A7B9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4EE4" w:rsidRPr="00AD4EE4" w14:paraId="617AEA55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D56EA" w14:textId="77777777" w:rsidR="00AD4EE4" w:rsidRPr="00AD4EE4" w:rsidRDefault="00AD4EE4" w:rsidP="00AD4EE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D4EE4">
              <w:rPr>
                <w:rFonts w:ascii="Arial" w:hAnsi="Arial" w:cs="Arial"/>
                <w:i/>
                <w:sz w:val="20"/>
                <w:szCs w:val="20"/>
              </w:rPr>
              <w:t>[optional]</w:t>
            </w:r>
          </w:p>
          <w:p w14:paraId="3C9C3104" w14:textId="77777777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  <w:lang w:val="en-IE"/>
              </w:rPr>
              <w:t>More bundles</w:t>
            </w:r>
            <w:r w:rsidRPr="00AD4EE4">
              <w:rPr>
                <w:rFonts w:ascii="Arial" w:hAnsi="Arial" w:cs="Arial"/>
                <w:sz w:val="20"/>
                <w:szCs w:val="20"/>
                <w:lang w:val="en-IE"/>
              </w:rPr>
              <w:t xml:space="preserve"> that can be offered by the tenderer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3068" w14:textId="77777777" w:rsidR="00AD4EE4" w:rsidRPr="00AD4EE4" w:rsidRDefault="00AD4EE4" w:rsidP="00545C0C">
            <w:pPr>
              <w:rPr>
                <w:rFonts w:ascii="Arial" w:hAnsi="Arial" w:cs="Arial"/>
                <w:sz w:val="20"/>
                <w:szCs w:val="20"/>
              </w:rPr>
            </w:pPr>
            <w:r w:rsidRPr="00545C0C">
              <w:rPr>
                <w:rFonts w:ascii="Arial" w:hAnsi="Arial" w:cs="Arial"/>
                <w:i/>
                <w:sz w:val="16"/>
                <w:szCs w:val="20"/>
              </w:rPr>
              <w:t>[please attach a description of the options proposed with the monthly price]</w:t>
            </w:r>
          </w:p>
        </w:tc>
      </w:tr>
      <w:tr w:rsidR="00AD4EE4" w:rsidRPr="00AD4EE4" w14:paraId="57F59EB3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37CB5F1" w14:textId="77777777" w:rsidR="00AD4EE4" w:rsidRPr="00AD4EE4" w:rsidRDefault="00AD4EE4" w:rsidP="00AD4EE4">
            <w:pPr>
              <w:suppressAutoHyphens/>
              <w:spacing w:line="300" w:lineRule="auto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</w:rPr>
              <w:t>Full price list for any national and international destination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25CAA15" w14:textId="77777777" w:rsidR="00AD4EE4" w:rsidRPr="00AD4EE4" w:rsidRDefault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Price per minute</w:t>
            </w:r>
          </w:p>
        </w:tc>
      </w:tr>
      <w:tr w:rsidR="00AD4EE4" w:rsidRPr="00AD4EE4" w14:paraId="042AEC84" w14:textId="77777777" w:rsidTr="00545C0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2647" w14:textId="77777777" w:rsidR="00AD4EE4" w:rsidRPr="00AD4EE4" w:rsidRDefault="00AD4EE4" w:rsidP="00AD4EE4">
            <w:pPr>
              <w:numPr>
                <w:ilvl w:val="0"/>
                <w:numId w:val="13"/>
              </w:numPr>
              <w:suppressAutoHyphens/>
              <w:spacing w:line="30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Portuguese mobile and fixed lines (all networks)</w:t>
            </w:r>
          </w:p>
          <w:p w14:paraId="26871ED4" w14:textId="77777777" w:rsidR="00AD4EE4" w:rsidRPr="00AD4EE4" w:rsidRDefault="00AD4EE4" w:rsidP="00AD4EE4">
            <w:pPr>
              <w:numPr>
                <w:ilvl w:val="0"/>
                <w:numId w:val="13"/>
              </w:numPr>
              <w:suppressAutoHyphens/>
              <w:spacing w:line="30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International phone calls to fixed and mobile lines (separated by country)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64DD" w14:textId="77777777" w:rsidR="00AD4EE4" w:rsidRPr="00AD4EE4" w:rsidRDefault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482E73" w14:textId="77777777" w:rsidR="00AD4EE4" w:rsidRPr="00AD4EE4" w:rsidRDefault="00AD4EE4">
            <w:pPr>
              <w:suppressAutoHyphens/>
              <w:spacing w:line="30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D4EE4">
              <w:rPr>
                <w:rFonts w:ascii="Arial" w:hAnsi="Arial" w:cs="Arial"/>
                <w:i/>
                <w:sz w:val="20"/>
                <w:szCs w:val="20"/>
              </w:rPr>
              <w:t>[please attach full price list]</w:t>
            </w:r>
          </w:p>
        </w:tc>
      </w:tr>
    </w:tbl>
    <w:p w14:paraId="7DC0254B" w14:textId="77777777" w:rsidR="00AD4EE4" w:rsidRPr="00AD4EE4" w:rsidRDefault="00AD4EE4" w:rsidP="00AD4EE4">
      <w:pPr>
        <w:rPr>
          <w:rFonts w:ascii="Arial" w:hAnsi="Arial" w:cs="Arial"/>
          <w:sz w:val="20"/>
          <w:szCs w:val="20"/>
        </w:rPr>
      </w:pPr>
    </w:p>
    <w:p w14:paraId="4F63A7EE" w14:textId="77777777" w:rsidR="00AD4EE4" w:rsidRPr="00AD4EE4" w:rsidRDefault="00AD4EE4" w:rsidP="00AD4EE4">
      <w:pPr>
        <w:suppressAutoHyphens/>
        <w:spacing w:line="300" w:lineRule="auto"/>
        <w:rPr>
          <w:rFonts w:ascii="Arial" w:hAnsi="Arial" w:cs="Arial"/>
          <w:sz w:val="20"/>
          <w:szCs w:val="20"/>
          <w:u w:val="single"/>
        </w:rPr>
      </w:pPr>
      <w:r w:rsidRPr="00AD4EE4">
        <w:rPr>
          <w:rFonts w:ascii="Arial" w:hAnsi="Arial" w:cs="Arial"/>
          <w:sz w:val="20"/>
          <w:szCs w:val="20"/>
          <w:u w:val="single"/>
        </w:rPr>
        <w:t>Optional additional services:</w:t>
      </w:r>
    </w:p>
    <w:p w14:paraId="3D2E2EB3" w14:textId="77777777" w:rsidR="00AD4EE4" w:rsidRPr="00AD4EE4" w:rsidRDefault="00AD4EE4" w:rsidP="00AD4EE4">
      <w:pPr>
        <w:suppressAutoHyphens/>
        <w:spacing w:line="30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670"/>
        <w:gridCol w:w="1701"/>
        <w:gridCol w:w="1843"/>
      </w:tblGrid>
      <w:tr w:rsidR="00AD4EE4" w:rsidRPr="00AD4EE4" w14:paraId="3B2A2C9C" w14:textId="77777777" w:rsidTr="00581DE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FC26FAE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/>
                <w:sz w:val="20"/>
                <w:szCs w:val="20"/>
              </w:rPr>
              <w:t>Video and web conferencing services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1433A34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Setup fee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B1CCE7C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sz w:val="20"/>
                <w:szCs w:val="20"/>
              </w:rPr>
              <w:t>Price for the options proposed</w:t>
            </w:r>
          </w:p>
        </w:tc>
      </w:tr>
      <w:tr w:rsidR="00AD4EE4" w:rsidRPr="00AD4EE4" w14:paraId="6817DFB1" w14:textId="77777777" w:rsidTr="00581DE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3409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bCs/>
                <w:sz w:val="20"/>
                <w:szCs w:val="20"/>
              </w:rPr>
              <w:t>Cloud based, or on premises video and web conferences technologies such as CISCO WebEx, Lync etc… The tenderer can propose and price many different usage-based, user-based and flat-rate scenarios, knowing that EMSA has about 250 employees, and that about 20% of them is a frequent traveller, or on the need to make complex conference calls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3588" w14:textId="77777777" w:rsidR="00AD4EE4" w:rsidRPr="00AD4EE4" w:rsidRDefault="00AD4EE4">
            <w:pPr>
              <w:suppressAutoHyphens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05F3" w14:textId="77777777" w:rsidR="00AD4EE4" w:rsidRPr="00AD4EE4" w:rsidRDefault="00AD4EE4" w:rsidP="00581DED">
            <w:pPr>
              <w:rPr>
                <w:rFonts w:ascii="Arial" w:hAnsi="Arial" w:cs="Arial"/>
                <w:sz w:val="20"/>
                <w:szCs w:val="20"/>
              </w:rPr>
            </w:pPr>
            <w:r w:rsidRPr="00AD4EE4">
              <w:rPr>
                <w:rFonts w:ascii="Arial" w:hAnsi="Arial" w:cs="Arial"/>
                <w:i/>
                <w:sz w:val="20"/>
                <w:szCs w:val="20"/>
              </w:rPr>
              <w:t>[please attach a description of the options proposed with the price]</w:t>
            </w:r>
          </w:p>
        </w:tc>
      </w:tr>
    </w:tbl>
    <w:p w14:paraId="76ED6DC7" w14:textId="77777777" w:rsidR="00AD4EE4" w:rsidRPr="00AD4EE4" w:rsidRDefault="00AD4EE4" w:rsidP="00AD4EE4">
      <w:pPr>
        <w:rPr>
          <w:rFonts w:ascii="Arial" w:hAnsi="Arial" w:cs="Arial"/>
          <w:sz w:val="20"/>
          <w:szCs w:val="20"/>
        </w:rPr>
      </w:pPr>
    </w:p>
    <w:p w14:paraId="0D995B64" w14:textId="77777777" w:rsidR="00AD4EE4" w:rsidRPr="00AD4EE4" w:rsidRDefault="00AD4EE4" w:rsidP="00AD4EE4">
      <w:pPr>
        <w:rPr>
          <w:rFonts w:ascii="Arial" w:hAnsi="Arial" w:cs="Arial"/>
          <w:sz w:val="20"/>
          <w:szCs w:val="20"/>
        </w:rPr>
      </w:pPr>
    </w:p>
    <w:p w14:paraId="4F53B49D" w14:textId="77777777" w:rsidR="00AD4EE4" w:rsidRPr="00AD4EE4" w:rsidRDefault="00AD4EE4" w:rsidP="00AD4EE4">
      <w:pPr>
        <w:suppressAutoHyphens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AD4EE4">
        <w:rPr>
          <w:rFonts w:ascii="Arial" w:hAnsi="Arial" w:cs="Arial"/>
          <w:sz w:val="20"/>
          <w:szCs w:val="20"/>
        </w:rPr>
        <w:t>Tenderers are encouraged to attach their current full catalogue of services with the price list to the bid.</w:t>
      </w:r>
    </w:p>
    <w:p w14:paraId="0869E71F" w14:textId="77777777" w:rsidR="00AD4EE4" w:rsidRPr="00AD4EE4" w:rsidRDefault="00AD4EE4" w:rsidP="00AD4EE4">
      <w:pPr>
        <w:suppressAutoHyphens/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3310104" w14:textId="63A384CC" w:rsidR="00CC7220" w:rsidRPr="00AD4EE4" w:rsidRDefault="00CC7220" w:rsidP="00CC7220">
      <w:pPr>
        <w:suppressAutoHyphens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A00BF22" w14:textId="77777777" w:rsidR="00CC7220" w:rsidRPr="00AD4EE4" w:rsidRDefault="00CC7220" w:rsidP="00CC7220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A8E334C" w14:textId="77777777" w:rsidR="00CC7220" w:rsidRPr="00AD4EE4" w:rsidRDefault="00CC7220" w:rsidP="00CC7220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52B683" w14:textId="77777777" w:rsidR="00D9164D" w:rsidRPr="00AD4EE4" w:rsidRDefault="00D9164D" w:rsidP="00CC7220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D9164D" w:rsidRPr="00AD4EE4" w:rsidSect="000A6CE3">
      <w:footerReference w:type="default" r:id="rId12"/>
      <w:headerReference w:type="first" r:id="rId13"/>
      <w:footerReference w:type="first" r:id="rId14"/>
      <w:pgSz w:w="11906" w:h="16838" w:code="9"/>
      <w:pgMar w:top="2552" w:right="1083" w:bottom="1814" w:left="1083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5FB77" w14:textId="77777777" w:rsidR="00CC7220" w:rsidRDefault="00CC7220">
      <w:r>
        <w:separator/>
      </w:r>
    </w:p>
    <w:p w14:paraId="3F2CC8F1" w14:textId="77777777" w:rsidR="00CC7220" w:rsidRDefault="00CC7220"/>
    <w:p w14:paraId="34258EAF" w14:textId="77777777" w:rsidR="00CC7220" w:rsidRDefault="00CC7220"/>
  </w:endnote>
  <w:endnote w:type="continuationSeparator" w:id="0">
    <w:p w14:paraId="5E5148C5" w14:textId="77777777" w:rsidR="00CC7220" w:rsidRDefault="00CC7220">
      <w:r>
        <w:continuationSeparator/>
      </w:r>
    </w:p>
    <w:p w14:paraId="6F619B55" w14:textId="77777777" w:rsidR="00CC7220" w:rsidRDefault="00CC7220"/>
    <w:p w14:paraId="0E91100E" w14:textId="77777777" w:rsidR="00CC7220" w:rsidRDefault="00CC7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17692" w14:textId="77777777" w:rsidR="00D9164D" w:rsidRPr="00D9164D" w:rsidRDefault="00D9164D" w:rsidP="00D9164D">
    <w:pPr>
      <w:pStyle w:val="Footer"/>
      <w:tabs>
        <w:tab w:val="right" w:pos="9781"/>
      </w:tabs>
      <w:spacing w:after="160" w:line="200" w:lineRule="atLeast"/>
      <w:rPr>
        <w:lang w:val="pt-PT"/>
      </w:rPr>
    </w:pPr>
    <w:r w:rsidRPr="00484650">
      <w:rPr>
        <w:lang w:val="pt-PT"/>
      </w:rPr>
      <w:t xml:space="preserve">Page </w:t>
    </w:r>
    <w:r w:rsidRPr="00F37686">
      <w:rPr>
        <w:lang w:val="pt-PT"/>
      </w:rPr>
      <w:fldChar w:fldCharType="begin"/>
    </w:r>
    <w:r w:rsidRPr="00484650">
      <w:rPr>
        <w:lang w:val="pt-PT"/>
      </w:rPr>
      <w:instrText xml:space="preserve"> PAGE   \* MERGEFORMAT </w:instrText>
    </w:r>
    <w:r w:rsidRPr="00F37686">
      <w:rPr>
        <w:lang w:val="pt-PT"/>
      </w:rPr>
      <w:fldChar w:fldCharType="separate"/>
    </w:r>
    <w:r w:rsidR="006102CF">
      <w:rPr>
        <w:noProof/>
        <w:lang w:val="pt-PT"/>
      </w:rPr>
      <w:t>2</w:t>
    </w:r>
    <w:r w:rsidRPr="00F37686">
      <w:rPr>
        <w:lang w:val="pt-PT"/>
      </w:rPr>
      <w:fldChar w:fldCharType="end"/>
    </w:r>
    <w:r w:rsidRPr="00484650">
      <w:rPr>
        <w:lang w:val="pt-PT"/>
      </w:rPr>
      <w:t xml:space="preserve"> of </w:t>
    </w:r>
    <w:r w:rsidRPr="00F37686">
      <w:rPr>
        <w:noProof/>
        <w:lang w:val="pt-PT"/>
      </w:rPr>
      <w:fldChar w:fldCharType="begin"/>
    </w:r>
    <w:r w:rsidRPr="00484650">
      <w:rPr>
        <w:lang w:val="pt-PT"/>
      </w:rPr>
      <w:instrText xml:space="preserve"> NUMPAGES   \* MERGEFORMAT </w:instrText>
    </w:r>
    <w:r w:rsidRPr="00F37686">
      <w:rPr>
        <w:noProof/>
        <w:lang w:val="pt-PT"/>
      </w:rPr>
      <w:fldChar w:fldCharType="separate"/>
    </w:r>
    <w:r w:rsidR="006102CF">
      <w:rPr>
        <w:noProof/>
        <w:lang w:val="pt-PT"/>
      </w:rPr>
      <w:t>2</w:t>
    </w:r>
    <w:r w:rsidRPr="00F37686">
      <w:rPr>
        <w:lang w:val="pt-PT"/>
      </w:rPr>
      <w:fldChar w:fldCharType="end"/>
    </w:r>
    <w:r>
      <w:rPr>
        <w:lang w:val="pt-P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30E7B" w14:textId="77777777" w:rsidR="00D9164D" w:rsidRPr="00D9164D" w:rsidRDefault="00D9164D" w:rsidP="00D9164D">
    <w:pPr>
      <w:pStyle w:val="Footer"/>
      <w:tabs>
        <w:tab w:val="right" w:pos="9781"/>
      </w:tabs>
      <w:spacing w:after="160" w:line="200" w:lineRule="atLeas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6102CF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</w:instrText>
    </w:r>
    <w:r>
      <w:rPr>
        <w:lang w:val="pt-PT"/>
      </w:rPr>
      <w:fldChar w:fldCharType="separate"/>
    </w:r>
    <w:r w:rsidR="006102CF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6102CF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 w:rsidR="006102CF">
      <w:rPr>
        <w:lang w:val="pt-PT"/>
      </w:rPr>
      <w:fldChar w:fldCharType="separate"/>
    </w:r>
    <w:r w:rsidR="006102CF">
      <w:rPr>
        <w:noProof/>
        <w:lang w:val="pt-PT"/>
      </w:rPr>
      <w:t>Page 1 of 2</w:t>
    </w:r>
    <w:r>
      <w:rPr>
        <w:lang w:val="pt-PT"/>
      </w:rPr>
      <w:fldChar w:fldCharType="end"/>
    </w:r>
    <w:r>
      <w:rPr>
        <w:lang w:val="pt-P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09980" w14:textId="77777777" w:rsidR="00CC7220" w:rsidRDefault="00CC7220">
      <w:r>
        <w:separator/>
      </w:r>
    </w:p>
    <w:p w14:paraId="6F7DC280" w14:textId="77777777" w:rsidR="00CC7220" w:rsidRDefault="00CC7220"/>
    <w:p w14:paraId="469BA435" w14:textId="77777777" w:rsidR="00CC7220" w:rsidRDefault="00CC7220"/>
  </w:footnote>
  <w:footnote w:type="continuationSeparator" w:id="0">
    <w:p w14:paraId="3B66F4A2" w14:textId="77777777" w:rsidR="00CC7220" w:rsidRDefault="00CC7220">
      <w:r>
        <w:continuationSeparator/>
      </w:r>
    </w:p>
    <w:p w14:paraId="77C3C4D6" w14:textId="77777777" w:rsidR="00CC7220" w:rsidRDefault="00CC7220"/>
    <w:p w14:paraId="2C634BB7" w14:textId="77777777" w:rsidR="00CC7220" w:rsidRDefault="00CC72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83566" w14:textId="77777777" w:rsidR="00D83D45" w:rsidRPr="002E69EC" w:rsidRDefault="002E69EC" w:rsidP="002E69EC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1848E800" wp14:editId="3FF905AB">
          <wp:simplePos x="0" y="0"/>
          <wp:positionH relativeFrom="page">
            <wp:posOffset>687705</wp:posOffset>
          </wp:positionH>
          <wp:positionV relativeFrom="page">
            <wp:posOffset>612140</wp:posOffset>
          </wp:positionV>
          <wp:extent cx="19332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5B6B7E"/>
    <w:multiLevelType w:val="hybridMultilevel"/>
    <w:tmpl w:val="09C049D2"/>
    <w:lvl w:ilvl="0" w:tplc="18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20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228C"/>
    <w:rsid w:val="00070008"/>
    <w:rsid w:val="0007550F"/>
    <w:rsid w:val="00075A48"/>
    <w:rsid w:val="000864E5"/>
    <w:rsid w:val="00087B0B"/>
    <w:rsid w:val="00094139"/>
    <w:rsid w:val="000963A7"/>
    <w:rsid w:val="000A2F2F"/>
    <w:rsid w:val="000A6CE3"/>
    <w:rsid w:val="000A7D9C"/>
    <w:rsid w:val="000B5318"/>
    <w:rsid w:val="000B5726"/>
    <w:rsid w:val="000B6641"/>
    <w:rsid w:val="000C33A5"/>
    <w:rsid w:val="000C75D9"/>
    <w:rsid w:val="000D14EB"/>
    <w:rsid w:val="000D334D"/>
    <w:rsid w:val="000D569B"/>
    <w:rsid w:val="000E11D6"/>
    <w:rsid w:val="000E1D4E"/>
    <w:rsid w:val="000F5E79"/>
    <w:rsid w:val="00104598"/>
    <w:rsid w:val="00107523"/>
    <w:rsid w:val="00111C7E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778A"/>
    <w:rsid w:val="001A10F4"/>
    <w:rsid w:val="001B3845"/>
    <w:rsid w:val="001B48D5"/>
    <w:rsid w:val="001C0F4B"/>
    <w:rsid w:val="001D06FA"/>
    <w:rsid w:val="001D6E25"/>
    <w:rsid w:val="001E3CC4"/>
    <w:rsid w:val="001F04AB"/>
    <w:rsid w:val="001F5233"/>
    <w:rsid w:val="001F5D12"/>
    <w:rsid w:val="00200C02"/>
    <w:rsid w:val="00204889"/>
    <w:rsid w:val="00204B84"/>
    <w:rsid w:val="00205A6A"/>
    <w:rsid w:val="00211540"/>
    <w:rsid w:val="002129DD"/>
    <w:rsid w:val="002153CF"/>
    <w:rsid w:val="00215BD8"/>
    <w:rsid w:val="00215F72"/>
    <w:rsid w:val="00216657"/>
    <w:rsid w:val="00225AB4"/>
    <w:rsid w:val="00225C5E"/>
    <w:rsid w:val="00226FDE"/>
    <w:rsid w:val="002524D2"/>
    <w:rsid w:val="00256D1C"/>
    <w:rsid w:val="0027061A"/>
    <w:rsid w:val="00273605"/>
    <w:rsid w:val="002761F2"/>
    <w:rsid w:val="0028243A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69EC"/>
    <w:rsid w:val="002E6B48"/>
    <w:rsid w:val="002E6D6E"/>
    <w:rsid w:val="002E6E12"/>
    <w:rsid w:val="002F0D93"/>
    <w:rsid w:val="002F10BB"/>
    <w:rsid w:val="002F1AF8"/>
    <w:rsid w:val="002F2388"/>
    <w:rsid w:val="0030220E"/>
    <w:rsid w:val="003045F6"/>
    <w:rsid w:val="00306205"/>
    <w:rsid w:val="00310DA7"/>
    <w:rsid w:val="003140CB"/>
    <w:rsid w:val="00315843"/>
    <w:rsid w:val="003214D5"/>
    <w:rsid w:val="003223B0"/>
    <w:rsid w:val="0032427B"/>
    <w:rsid w:val="003242EB"/>
    <w:rsid w:val="00331038"/>
    <w:rsid w:val="00332869"/>
    <w:rsid w:val="00333811"/>
    <w:rsid w:val="003341C7"/>
    <w:rsid w:val="003402FB"/>
    <w:rsid w:val="00341EFB"/>
    <w:rsid w:val="0034401C"/>
    <w:rsid w:val="00346554"/>
    <w:rsid w:val="00353546"/>
    <w:rsid w:val="00361521"/>
    <w:rsid w:val="003944D4"/>
    <w:rsid w:val="00394A73"/>
    <w:rsid w:val="00394C0C"/>
    <w:rsid w:val="003971DD"/>
    <w:rsid w:val="00397824"/>
    <w:rsid w:val="003A57BF"/>
    <w:rsid w:val="003A778C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D3DDD"/>
    <w:rsid w:val="004E4BBC"/>
    <w:rsid w:val="004F19AB"/>
    <w:rsid w:val="004F277F"/>
    <w:rsid w:val="004F5626"/>
    <w:rsid w:val="00501A9E"/>
    <w:rsid w:val="00512B91"/>
    <w:rsid w:val="00517F0E"/>
    <w:rsid w:val="005239E3"/>
    <w:rsid w:val="00530AE8"/>
    <w:rsid w:val="005335FD"/>
    <w:rsid w:val="005337D8"/>
    <w:rsid w:val="00534FC2"/>
    <w:rsid w:val="00540272"/>
    <w:rsid w:val="00541A0A"/>
    <w:rsid w:val="00545C0C"/>
    <w:rsid w:val="005506A5"/>
    <w:rsid w:val="00551189"/>
    <w:rsid w:val="005532FD"/>
    <w:rsid w:val="00570EF6"/>
    <w:rsid w:val="00581DED"/>
    <w:rsid w:val="005873F2"/>
    <w:rsid w:val="00590162"/>
    <w:rsid w:val="00592D2B"/>
    <w:rsid w:val="00594C68"/>
    <w:rsid w:val="005B1A3F"/>
    <w:rsid w:val="005B40E9"/>
    <w:rsid w:val="005B7CEC"/>
    <w:rsid w:val="005C0F97"/>
    <w:rsid w:val="005C23E2"/>
    <w:rsid w:val="005C684D"/>
    <w:rsid w:val="005D28E1"/>
    <w:rsid w:val="005D4A3E"/>
    <w:rsid w:val="005D6D1A"/>
    <w:rsid w:val="005E34E6"/>
    <w:rsid w:val="005E3CCE"/>
    <w:rsid w:val="005E4629"/>
    <w:rsid w:val="005F1417"/>
    <w:rsid w:val="005F1C78"/>
    <w:rsid w:val="00602CAC"/>
    <w:rsid w:val="006035EE"/>
    <w:rsid w:val="00603A1E"/>
    <w:rsid w:val="006052BD"/>
    <w:rsid w:val="006102CF"/>
    <w:rsid w:val="006112FB"/>
    <w:rsid w:val="0061167F"/>
    <w:rsid w:val="00613F70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47FD8"/>
    <w:rsid w:val="0075099F"/>
    <w:rsid w:val="00753907"/>
    <w:rsid w:val="00761D0E"/>
    <w:rsid w:val="00764616"/>
    <w:rsid w:val="00766C71"/>
    <w:rsid w:val="007707B3"/>
    <w:rsid w:val="007744F1"/>
    <w:rsid w:val="00777332"/>
    <w:rsid w:val="00777A5D"/>
    <w:rsid w:val="007822D2"/>
    <w:rsid w:val="00785848"/>
    <w:rsid w:val="00793439"/>
    <w:rsid w:val="007A176F"/>
    <w:rsid w:val="007A2B19"/>
    <w:rsid w:val="007B162A"/>
    <w:rsid w:val="007B47D7"/>
    <w:rsid w:val="007C7AD2"/>
    <w:rsid w:val="007E5F6D"/>
    <w:rsid w:val="007F37CB"/>
    <w:rsid w:val="007F3F73"/>
    <w:rsid w:val="007F4037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5898"/>
    <w:rsid w:val="008B666F"/>
    <w:rsid w:val="008C0902"/>
    <w:rsid w:val="008D65FC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74B65"/>
    <w:rsid w:val="0097717B"/>
    <w:rsid w:val="009840D8"/>
    <w:rsid w:val="0098438C"/>
    <w:rsid w:val="00991A5A"/>
    <w:rsid w:val="00994566"/>
    <w:rsid w:val="009A2690"/>
    <w:rsid w:val="009A50E8"/>
    <w:rsid w:val="009B41B9"/>
    <w:rsid w:val="009B611F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319E"/>
    <w:rsid w:val="00A1793F"/>
    <w:rsid w:val="00A21DCD"/>
    <w:rsid w:val="00A27186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B309A"/>
    <w:rsid w:val="00AB43D1"/>
    <w:rsid w:val="00AC28A3"/>
    <w:rsid w:val="00AC3E23"/>
    <w:rsid w:val="00AC715B"/>
    <w:rsid w:val="00AC7DEA"/>
    <w:rsid w:val="00AD20D1"/>
    <w:rsid w:val="00AD4EE4"/>
    <w:rsid w:val="00AF3507"/>
    <w:rsid w:val="00AF41D8"/>
    <w:rsid w:val="00AF449B"/>
    <w:rsid w:val="00AF708A"/>
    <w:rsid w:val="00B06836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83F78"/>
    <w:rsid w:val="00B85BEE"/>
    <w:rsid w:val="00B87CAD"/>
    <w:rsid w:val="00B92EC1"/>
    <w:rsid w:val="00B95066"/>
    <w:rsid w:val="00B979FE"/>
    <w:rsid w:val="00BB24F2"/>
    <w:rsid w:val="00BB43A7"/>
    <w:rsid w:val="00BC577B"/>
    <w:rsid w:val="00BD6B58"/>
    <w:rsid w:val="00BE0B96"/>
    <w:rsid w:val="00BE7FE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4E15"/>
    <w:rsid w:val="00C67449"/>
    <w:rsid w:val="00C72149"/>
    <w:rsid w:val="00C75392"/>
    <w:rsid w:val="00C7577A"/>
    <w:rsid w:val="00C77E21"/>
    <w:rsid w:val="00C81001"/>
    <w:rsid w:val="00C818E5"/>
    <w:rsid w:val="00C82E6A"/>
    <w:rsid w:val="00C95074"/>
    <w:rsid w:val="00C978DD"/>
    <w:rsid w:val="00CA1DA7"/>
    <w:rsid w:val="00CA22F4"/>
    <w:rsid w:val="00CB678B"/>
    <w:rsid w:val="00CB6D25"/>
    <w:rsid w:val="00CB7A5F"/>
    <w:rsid w:val="00CC2721"/>
    <w:rsid w:val="00CC7220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23023"/>
    <w:rsid w:val="00D34FA0"/>
    <w:rsid w:val="00D37418"/>
    <w:rsid w:val="00D41CAC"/>
    <w:rsid w:val="00D44BBE"/>
    <w:rsid w:val="00D45623"/>
    <w:rsid w:val="00D46B67"/>
    <w:rsid w:val="00D51EA5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164D"/>
    <w:rsid w:val="00D948F2"/>
    <w:rsid w:val="00DA0022"/>
    <w:rsid w:val="00DA0A60"/>
    <w:rsid w:val="00DA4434"/>
    <w:rsid w:val="00DA5B32"/>
    <w:rsid w:val="00DB2670"/>
    <w:rsid w:val="00DB510B"/>
    <w:rsid w:val="00DC00FE"/>
    <w:rsid w:val="00DC35FF"/>
    <w:rsid w:val="00DC4911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6D1A"/>
    <w:rsid w:val="00E201F7"/>
    <w:rsid w:val="00E20C4D"/>
    <w:rsid w:val="00E3168D"/>
    <w:rsid w:val="00E332B8"/>
    <w:rsid w:val="00E34DC5"/>
    <w:rsid w:val="00E37336"/>
    <w:rsid w:val="00E40DD5"/>
    <w:rsid w:val="00E43591"/>
    <w:rsid w:val="00E521D8"/>
    <w:rsid w:val="00E53F6D"/>
    <w:rsid w:val="00E55CCA"/>
    <w:rsid w:val="00E56458"/>
    <w:rsid w:val="00E571A8"/>
    <w:rsid w:val="00E6287E"/>
    <w:rsid w:val="00E72C2B"/>
    <w:rsid w:val="00E83576"/>
    <w:rsid w:val="00E8374B"/>
    <w:rsid w:val="00E83B76"/>
    <w:rsid w:val="00E841F9"/>
    <w:rsid w:val="00E869A4"/>
    <w:rsid w:val="00E9435F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E1B26"/>
    <w:rsid w:val="00EF1D91"/>
    <w:rsid w:val="00EF2BA8"/>
    <w:rsid w:val="00EF4D05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9695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722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spacing w:before="240" w:after="240" w:line="276" w:lineRule="auto"/>
      <w:outlineLvl w:val="0"/>
    </w:pPr>
    <w:rPr>
      <w:rFonts w:ascii="Arial" w:eastAsiaTheme="majorEastAsia" w:hAnsi="Arial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30AE8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before="240" w:after="120" w:line="276" w:lineRule="auto"/>
      <w:outlineLvl w:val="2"/>
    </w:pPr>
    <w:rPr>
      <w:rFonts w:ascii="Arial" w:eastAsiaTheme="majorEastAsia" w:hAnsi="Arial" w:cstheme="majorBidi"/>
      <w:b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 w:after="240" w:line="276" w:lineRule="auto"/>
      <w:outlineLvl w:val="3"/>
    </w:pPr>
    <w:rPr>
      <w:rFonts w:ascii="Arial" w:eastAsiaTheme="majorEastAsia" w:hAnsi="Arial" w:cstheme="majorBidi"/>
      <w:i/>
      <w:iCs/>
      <w:color w:val="000000" w:themeColor="text1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before="240" w:after="240"/>
    </w:pPr>
    <w:rPr>
      <w:rFonts w:ascii="Arial" w:eastAsiaTheme="minorHAnsi" w:hAnsi="Arial" w:cstheme="minorBidi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before="240" w:after="240"/>
    </w:pPr>
    <w:rPr>
      <w:rFonts w:ascii="Arial" w:eastAsiaTheme="minorHAnsi" w:hAnsi="Arial" w:cstheme="minorBidi"/>
      <w:sz w:val="16"/>
      <w:szCs w:val="22"/>
    </w:rPr>
  </w:style>
  <w:style w:type="paragraph" w:styleId="BodyText">
    <w:name w:val="Body Text"/>
    <w:basedOn w:val="Normal"/>
    <w:rsid w:val="00777332"/>
    <w:pPr>
      <w:spacing w:before="240" w:after="240" w:line="276" w:lineRule="auto"/>
    </w:pPr>
    <w:rPr>
      <w:rFonts w:ascii="Arial" w:eastAsiaTheme="minorHAnsi" w:hAnsi="Arial" w:cstheme="minorBidi"/>
      <w:sz w:val="20"/>
      <w:szCs w:val="22"/>
    </w:rPr>
  </w:style>
  <w:style w:type="paragraph" w:styleId="Subtitle">
    <w:name w:val="Subtitle"/>
    <w:basedOn w:val="Normal"/>
    <w:qFormat/>
    <w:rsid w:val="00777332"/>
    <w:pPr>
      <w:spacing w:before="240" w:after="240" w:line="276" w:lineRule="auto"/>
      <w:outlineLvl w:val="1"/>
    </w:pPr>
    <w:rPr>
      <w:rFonts w:ascii="Arial" w:eastAsiaTheme="minorHAnsi" w:hAnsi="Arial" w:cs="Arial"/>
      <w:b/>
      <w:sz w:val="22"/>
      <w:szCs w:val="22"/>
    </w:rPr>
  </w:style>
  <w:style w:type="paragraph" w:styleId="Title">
    <w:name w:val="Title"/>
    <w:basedOn w:val="Normal"/>
    <w:qFormat/>
    <w:rsid w:val="00777332"/>
    <w:pPr>
      <w:spacing w:before="240" w:after="240" w:line="276" w:lineRule="auto"/>
      <w:jc w:val="center"/>
      <w:outlineLvl w:val="0"/>
    </w:pPr>
    <w:rPr>
      <w:rFonts w:ascii="Arial" w:eastAsiaTheme="minorHAnsi" w:hAnsi="Arial"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spacing w:before="240" w:after="240" w:line="276" w:lineRule="auto"/>
      <w:ind w:left="720"/>
    </w:pPr>
    <w:rPr>
      <w:rFonts w:ascii="Arial" w:eastAsiaTheme="minorHAnsi" w:hAnsi="Arial" w:cstheme="minorBidi"/>
      <w:sz w:val="20"/>
      <w:szCs w:val="22"/>
    </w:rPr>
  </w:style>
  <w:style w:type="table" w:styleId="TableGrid">
    <w:name w:val="Table Grid"/>
    <w:basedOn w:val="TableNormal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  <w:spacing w:before="240" w:after="240" w:line="276" w:lineRule="auto"/>
    </w:pPr>
    <w:rPr>
      <w:rFonts w:ascii="Tahoma" w:eastAsiaTheme="minorHAnsi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777332"/>
    <w:pPr>
      <w:spacing w:before="240" w:after="24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30AE8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before="240" w:after="180" w:line="264" w:lineRule="auto"/>
    </w:pPr>
    <w:rPr>
      <w:rFonts w:asciiTheme="minorHAnsi" w:eastAsiaTheme="minorHAnsi" w:hAnsiTheme="minorHAnsi"/>
      <w:color w:val="1F497D" w:themeColor="text2"/>
      <w:sz w:val="20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  <w:spacing w:before="240" w:after="240" w:line="276" w:lineRule="auto"/>
    </w:pPr>
    <w:rPr>
      <w:rFonts w:ascii="Arial" w:eastAsiaTheme="minorHAnsi" w:hAnsi="Arial" w:cstheme="minorBidi"/>
      <w:sz w:val="20"/>
      <w:szCs w:val="22"/>
    </w:rPr>
  </w:style>
  <w:style w:type="paragraph" w:customStyle="1" w:styleId="Note-signature">
    <w:name w:val="Note-signature"/>
    <w:basedOn w:val="Normal"/>
    <w:autoRedefine/>
    <w:qFormat/>
    <w:rsid w:val="00777332"/>
    <w:pPr>
      <w:spacing w:before="720" w:line="276" w:lineRule="auto"/>
    </w:pPr>
    <w:rPr>
      <w:rFonts w:ascii="Arial" w:eastAsiaTheme="minorHAnsi" w:hAnsi="Arial" w:cstheme="minorBidi"/>
      <w:sz w:val="20"/>
      <w:szCs w:val="22"/>
    </w:r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 w:after="240" w:line="276" w:lineRule="auto"/>
    </w:pPr>
    <w:rPr>
      <w:rFonts w:ascii="Arial" w:eastAsiaTheme="minorHAnsi" w:hAnsi="Arial" w:cstheme="minorBidi"/>
      <w:sz w:val="20"/>
      <w:szCs w:val="22"/>
    </w:rPr>
  </w:style>
  <w:style w:type="paragraph" w:styleId="CommentText">
    <w:name w:val="annotation text"/>
    <w:basedOn w:val="Normal"/>
    <w:link w:val="CommentTextChar"/>
    <w:unhideWhenUsed/>
    <w:rsid w:val="00AD4E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D4EE4"/>
    <w:rPr>
      <w:lang w:val="en-GB" w:eastAsia="en-US"/>
    </w:rPr>
  </w:style>
  <w:style w:type="character" w:styleId="CommentReference">
    <w:name w:val="annotation reference"/>
    <w:unhideWhenUsed/>
    <w:rsid w:val="00AD4EE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722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spacing w:before="240" w:after="240" w:line="276" w:lineRule="auto"/>
      <w:outlineLvl w:val="0"/>
    </w:pPr>
    <w:rPr>
      <w:rFonts w:ascii="Arial" w:eastAsiaTheme="majorEastAsia" w:hAnsi="Arial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30AE8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before="240" w:after="120" w:line="276" w:lineRule="auto"/>
      <w:outlineLvl w:val="2"/>
    </w:pPr>
    <w:rPr>
      <w:rFonts w:ascii="Arial" w:eastAsiaTheme="majorEastAsia" w:hAnsi="Arial" w:cstheme="majorBidi"/>
      <w:b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 w:after="240" w:line="276" w:lineRule="auto"/>
      <w:outlineLvl w:val="3"/>
    </w:pPr>
    <w:rPr>
      <w:rFonts w:ascii="Arial" w:eastAsiaTheme="majorEastAsia" w:hAnsi="Arial" w:cstheme="majorBidi"/>
      <w:i/>
      <w:iCs/>
      <w:color w:val="000000" w:themeColor="text1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before="240" w:after="240"/>
    </w:pPr>
    <w:rPr>
      <w:rFonts w:ascii="Arial" w:eastAsiaTheme="minorHAnsi" w:hAnsi="Arial" w:cstheme="minorBidi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before="240" w:after="240"/>
    </w:pPr>
    <w:rPr>
      <w:rFonts w:ascii="Arial" w:eastAsiaTheme="minorHAnsi" w:hAnsi="Arial" w:cstheme="minorBidi"/>
      <w:sz w:val="16"/>
      <w:szCs w:val="22"/>
    </w:rPr>
  </w:style>
  <w:style w:type="paragraph" w:styleId="BodyText">
    <w:name w:val="Body Text"/>
    <w:basedOn w:val="Normal"/>
    <w:rsid w:val="00777332"/>
    <w:pPr>
      <w:spacing w:before="240" w:after="240" w:line="276" w:lineRule="auto"/>
    </w:pPr>
    <w:rPr>
      <w:rFonts w:ascii="Arial" w:eastAsiaTheme="minorHAnsi" w:hAnsi="Arial" w:cstheme="minorBidi"/>
      <w:sz w:val="20"/>
      <w:szCs w:val="22"/>
    </w:rPr>
  </w:style>
  <w:style w:type="paragraph" w:styleId="Subtitle">
    <w:name w:val="Subtitle"/>
    <w:basedOn w:val="Normal"/>
    <w:qFormat/>
    <w:rsid w:val="00777332"/>
    <w:pPr>
      <w:spacing w:before="240" w:after="240" w:line="276" w:lineRule="auto"/>
      <w:outlineLvl w:val="1"/>
    </w:pPr>
    <w:rPr>
      <w:rFonts w:ascii="Arial" w:eastAsiaTheme="minorHAnsi" w:hAnsi="Arial" w:cs="Arial"/>
      <w:b/>
      <w:sz w:val="22"/>
      <w:szCs w:val="22"/>
    </w:rPr>
  </w:style>
  <w:style w:type="paragraph" w:styleId="Title">
    <w:name w:val="Title"/>
    <w:basedOn w:val="Normal"/>
    <w:qFormat/>
    <w:rsid w:val="00777332"/>
    <w:pPr>
      <w:spacing w:before="240" w:after="240" w:line="276" w:lineRule="auto"/>
      <w:jc w:val="center"/>
      <w:outlineLvl w:val="0"/>
    </w:pPr>
    <w:rPr>
      <w:rFonts w:ascii="Arial" w:eastAsiaTheme="minorHAnsi" w:hAnsi="Arial"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spacing w:before="240" w:after="240" w:line="276" w:lineRule="auto"/>
      <w:ind w:left="720"/>
    </w:pPr>
    <w:rPr>
      <w:rFonts w:ascii="Arial" w:eastAsiaTheme="minorHAnsi" w:hAnsi="Arial" w:cstheme="minorBidi"/>
      <w:sz w:val="20"/>
      <w:szCs w:val="22"/>
    </w:rPr>
  </w:style>
  <w:style w:type="table" w:styleId="TableGrid">
    <w:name w:val="Table Grid"/>
    <w:basedOn w:val="TableNormal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  <w:spacing w:before="240" w:after="240" w:line="276" w:lineRule="auto"/>
    </w:pPr>
    <w:rPr>
      <w:rFonts w:ascii="Tahoma" w:eastAsiaTheme="minorHAnsi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777332"/>
    <w:pPr>
      <w:spacing w:before="240" w:after="24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30AE8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before="240" w:after="180" w:line="264" w:lineRule="auto"/>
    </w:pPr>
    <w:rPr>
      <w:rFonts w:asciiTheme="minorHAnsi" w:eastAsiaTheme="minorHAnsi" w:hAnsiTheme="minorHAnsi"/>
      <w:color w:val="1F497D" w:themeColor="text2"/>
      <w:sz w:val="20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  <w:spacing w:before="240" w:after="240" w:line="276" w:lineRule="auto"/>
    </w:pPr>
    <w:rPr>
      <w:rFonts w:ascii="Arial" w:eastAsiaTheme="minorHAnsi" w:hAnsi="Arial" w:cstheme="minorBidi"/>
      <w:sz w:val="20"/>
      <w:szCs w:val="22"/>
    </w:rPr>
  </w:style>
  <w:style w:type="paragraph" w:customStyle="1" w:styleId="Note-signature">
    <w:name w:val="Note-signature"/>
    <w:basedOn w:val="Normal"/>
    <w:autoRedefine/>
    <w:qFormat/>
    <w:rsid w:val="00777332"/>
    <w:pPr>
      <w:spacing w:before="720" w:line="276" w:lineRule="auto"/>
    </w:pPr>
    <w:rPr>
      <w:rFonts w:ascii="Arial" w:eastAsiaTheme="minorHAnsi" w:hAnsi="Arial" w:cstheme="minorBidi"/>
      <w:sz w:val="20"/>
      <w:szCs w:val="22"/>
    </w:r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 w:after="240" w:line="276" w:lineRule="auto"/>
    </w:pPr>
    <w:rPr>
      <w:rFonts w:ascii="Arial" w:eastAsiaTheme="minorHAnsi" w:hAnsi="Arial" w:cstheme="minorBidi"/>
      <w:sz w:val="20"/>
      <w:szCs w:val="22"/>
    </w:rPr>
  </w:style>
  <w:style w:type="paragraph" w:styleId="CommentText">
    <w:name w:val="annotation text"/>
    <w:basedOn w:val="Normal"/>
    <w:link w:val="CommentTextChar"/>
    <w:unhideWhenUsed/>
    <w:rsid w:val="00AD4E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D4EE4"/>
    <w:rPr>
      <w:lang w:val="en-GB" w:eastAsia="en-US"/>
    </w:rPr>
  </w:style>
  <w:style w:type="character" w:styleId="CommentReference">
    <w:name w:val="annotation reference"/>
    <w:unhideWhenUsed/>
    <w:rsid w:val="00AD4E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r2\EMSA\IT\EMSA%20Office%20Templates\Blank\logo%20colou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1620268EC1E94C86F15754FAA82C48" ma:contentTypeVersion="" ma:contentTypeDescription="Create a new document." ma:contentTypeScope="" ma:versionID="5d65c03f534b5af991ba2d434e5f81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AC428-CDDB-4CE6-B573-832B0D2FD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B584F8-A987-4494-B771-9B1A42713F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2BC24-CA0E-42B6-B415-360593943125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D2C2326-5699-47BD-8BA0-177DC26A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 colour</Template>
  <TotalTime>0</TotalTime>
  <Pages>2</Pages>
  <Words>290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logo only (colour)</vt:lpstr>
      <vt:lpstr>EMSA logo only (colour)</vt:lpstr>
    </vt:vector>
  </TitlesOfParts>
  <Manager>EMSA</Manager>
  <Company>EMSA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logo only (colour)</dc:title>
  <dc:subject>Logo only (colour)</dc:subject>
  <dc:creator>Marta MARTINS</dc:creator>
  <dc:description>Logo only (colour)</dc:description>
  <cp:lastModifiedBy>Marta MARTINS</cp:lastModifiedBy>
  <cp:revision>6</cp:revision>
  <cp:lastPrinted>2015-10-12T12:51:00Z</cp:lastPrinted>
  <dcterms:created xsi:type="dcterms:W3CDTF">2015-10-03T16:50:00Z</dcterms:created>
  <dcterms:modified xsi:type="dcterms:W3CDTF">2015-10-12T12:52:00Z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0x010100251620268EC1E94C86F15754FAA82C48</vt:lpwstr>
  </property>
</Properties>
</file>